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F34" w:rsidRDefault="008F0F34" w:rsidP="00E04A3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District Court - Schedule C - Forms in civil proceedings</w:t>
      </w:r>
    </w:p>
    <w:p w:rsidR="008F0F34" w:rsidRDefault="008F0F34" w:rsidP="00192718">
      <w:pPr>
        <w:spacing w:after="0" w:line="240" w:lineRule="auto"/>
        <w:jc w:val="center"/>
        <w:rPr>
          <w:rFonts w:ascii="Verdana" w:eastAsia="Times New Roman" w:hAnsi="Verdana" w:cs="Arial"/>
          <w:color w:val="000000"/>
          <w:sz w:val="20"/>
          <w:szCs w:val="20"/>
          <w:lang w:eastAsia="en-IE"/>
        </w:rPr>
      </w:pPr>
    </w:p>
    <w:p w:rsidR="00192718" w:rsidRPr="00E04A39" w:rsidRDefault="00192718" w:rsidP="00192718">
      <w:pPr>
        <w:spacing w:after="0" w:line="240" w:lineRule="auto"/>
        <w:jc w:val="center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bookmarkStart w:id="0" w:name="_GoBack"/>
      <w:r w:rsidRPr="00E04A39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S.I. No. 125 of 1999</w:t>
      </w:r>
    </w:p>
    <w:p w:rsidR="00192718" w:rsidRPr="00E04A39" w:rsidRDefault="00192718" w:rsidP="00192718">
      <w:pPr>
        <w:spacing w:after="0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E04A39">
        <w:rPr>
          <w:rFonts w:ascii="Verdana" w:eastAsia="Times New Roman" w:hAnsi="Verdana" w:cs="Arial"/>
          <w:color w:val="000000"/>
          <w:sz w:val="24"/>
          <w:szCs w:val="24"/>
          <w:lang w:eastAsia="en-IE"/>
        </w:rPr>
        <w:br/>
      </w:r>
      <w:r w:rsidRPr="00E04A39">
        <w:rPr>
          <w:rFonts w:ascii="Verdana" w:eastAsia="Times New Roman" w:hAnsi="Verdana" w:cs="Arial"/>
          <w:i/>
          <w:iCs/>
          <w:color w:val="000000"/>
          <w:sz w:val="15"/>
          <w:szCs w:val="15"/>
          <w:lang w:eastAsia="en-IE"/>
        </w:rPr>
        <w:t>SCHEDULE C</w:t>
      </w:r>
      <w:r w:rsidRPr="00E04A39">
        <w:rPr>
          <w:rFonts w:ascii="Verdana" w:eastAsia="Times New Roman" w:hAnsi="Verdana" w:cs="Arial"/>
          <w:color w:val="000000"/>
          <w:sz w:val="24"/>
          <w:szCs w:val="24"/>
          <w:lang w:eastAsia="en-IE"/>
        </w:rPr>
        <w:br/>
      </w:r>
      <w:r w:rsidRPr="00E04A39">
        <w:rPr>
          <w:rFonts w:ascii="Verdana" w:eastAsia="Times New Roman" w:hAnsi="Verdana" w:cs="Arial"/>
          <w:i/>
          <w:iCs/>
          <w:color w:val="000000"/>
          <w:sz w:val="15"/>
          <w:szCs w:val="15"/>
          <w:lang w:eastAsia="en-IE"/>
        </w:rPr>
        <w:t>0.58,r.4(5)(3)</w:t>
      </w:r>
      <w:r w:rsidRPr="00E04A39">
        <w:rPr>
          <w:rFonts w:ascii="Verdana" w:eastAsia="Times New Roman" w:hAnsi="Verdana" w:cs="Arial"/>
          <w:color w:val="000000"/>
          <w:sz w:val="15"/>
          <w:szCs w:val="15"/>
          <w:lang w:eastAsia="en-IE"/>
        </w:rPr>
        <w:t xml:space="preserve"> </w:t>
      </w:r>
    </w:p>
    <w:p w:rsidR="00192718" w:rsidRPr="00E04A39" w:rsidRDefault="00192718" w:rsidP="00192718">
      <w:pPr>
        <w:spacing w:after="0" w:line="240" w:lineRule="auto"/>
        <w:jc w:val="center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E04A39">
        <w:rPr>
          <w:rFonts w:ascii="Verdana" w:eastAsia="Times New Roman" w:hAnsi="Verdana" w:cs="Arial"/>
          <w:color w:val="000000"/>
          <w:sz w:val="24"/>
          <w:szCs w:val="24"/>
          <w:lang w:eastAsia="en-IE"/>
        </w:rPr>
        <w:br/>
      </w:r>
      <w:r w:rsidRPr="00E04A39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An </w:t>
      </w:r>
      <w:proofErr w:type="spellStart"/>
      <w:r w:rsidRPr="00E04A39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Chúirt</w:t>
      </w:r>
      <w:proofErr w:type="spellEnd"/>
      <w:r w:rsidRPr="00E04A39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 </w:t>
      </w:r>
      <w:proofErr w:type="spellStart"/>
      <w:r w:rsidRPr="00E04A39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Dúiche</w:t>
      </w:r>
      <w:proofErr w:type="spellEnd"/>
      <w:r w:rsidRPr="00E04A39">
        <w:rPr>
          <w:rFonts w:ascii="Verdana" w:eastAsia="Times New Roman" w:hAnsi="Verdana" w:cs="Arial"/>
          <w:color w:val="000000"/>
          <w:sz w:val="24"/>
          <w:szCs w:val="24"/>
          <w:lang w:eastAsia="en-IE"/>
        </w:rPr>
        <w:t xml:space="preserve"> </w:t>
      </w:r>
    </w:p>
    <w:p w:rsidR="00192718" w:rsidRPr="00E04A39" w:rsidRDefault="00192718" w:rsidP="0019271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E04A39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The District Court</w:t>
      </w:r>
      <w:r w:rsidRPr="00E04A39">
        <w:rPr>
          <w:rFonts w:ascii="Verdana" w:eastAsia="Times New Roman" w:hAnsi="Verdana" w:cs="Arial"/>
          <w:color w:val="000000"/>
          <w:sz w:val="24"/>
          <w:szCs w:val="24"/>
          <w:lang w:eastAsia="en-IE"/>
        </w:rPr>
        <w:t xml:space="preserve"> </w:t>
      </w:r>
    </w:p>
    <w:p w:rsidR="00192718" w:rsidRPr="00E04A39" w:rsidRDefault="00192718" w:rsidP="0019271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E04A39">
        <w:rPr>
          <w:rFonts w:ascii="Verdana" w:eastAsia="Times New Roman" w:hAnsi="Verdana" w:cs="Arial"/>
          <w:bCs/>
          <w:color w:val="000000"/>
          <w:sz w:val="20"/>
          <w:szCs w:val="20"/>
          <w:lang w:eastAsia="en-IE"/>
        </w:rPr>
        <w:t xml:space="preserve">No. 58.19 </w:t>
      </w:r>
    </w:p>
    <w:p w:rsidR="00192718" w:rsidRPr="00E04A39" w:rsidRDefault="00192718" w:rsidP="0019271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E04A39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Guardianship of Children Acts, 1964 to 1997 </w:t>
      </w:r>
    </w:p>
    <w:p w:rsidR="00192718" w:rsidRPr="00E04A39" w:rsidRDefault="00192718" w:rsidP="0019271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E04A39">
        <w:rPr>
          <w:rFonts w:ascii="Verdana" w:eastAsia="Times New Roman" w:hAnsi="Verdana" w:cs="Arial"/>
          <w:bCs/>
          <w:color w:val="000000"/>
          <w:sz w:val="20"/>
          <w:szCs w:val="20"/>
          <w:lang w:eastAsia="en-IE"/>
        </w:rPr>
        <w:t>Notice of application under section 11b for an order giving access</w:t>
      </w:r>
      <w:r w:rsidRPr="00E04A39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 </w:t>
      </w:r>
    </w:p>
    <w:p w:rsidR="00192718" w:rsidRPr="00E04A39" w:rsidRDefault="00192718" w:rsidP="00192718">
      <w:pPr>
        <w:spacing w:after="0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E04A39">
        <w:rPr>
          <w:rFonts w:ascii="Verdana" w:eastAsia="Times New Roman" w:hAnsi="Verdana" w:cs="Arial"/>
          <w:color w:val="000000"/>
          <w:sz w:val="24"/>
          <w:szCs w:val="24"/>
          <w:lang w:eastAsia="en-IE"/>
        </w:rPr>
        <w:br/>
      </w:r>
      <w:r w:rsidRPr="00E04A39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*Dublin Metropolitan District</w:t>
      </w:r>
      <w:r w:rsidRPr="00E04A39">
        <w:rPr>
          <w:rFonts w:ascii="Verdana" w:eastAsia="Times New Roman" w:hAnsi="Verdana" w:cs="Arial"/>
          <w:color w:val="000000"/>
          <w:sz w:val="24"/>
          <w:szCs w:val="24"/>
          <w:lang w:eastAsia="en-IE"/>
        </w:rPr>
        <w:t xml:space="preserve"> </w:t>
      </w:r>
    </w:p>
    <w:p w:rsidR="00192718" w:rsidRPr="00E04A39" w:rsidRDefault="00192718" w:rsidP="00192718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E04A39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*District Court Area of</w:t>
      </w:r>
      <w:r w:rsidRPr="00E04A39">
        <w:rPr>
          <w:rFonts w:ascii="Verdana" w:eastAsia="Times New Roman" w:hAnsi="Verdana" w:cs="Arial"/>
          <w:color w:val="000000"/>
          <w:sz w:val="24"/>
          <w:szCs w:val="24"/>
          <w:lang w:eastAsia="en-IE"/>
        </w:rPr>
        <w:t xml:space="preserve"> </w:t>
      </w:r>
    </w:p>
    <w:bookmarkEnd w:id="0"/>
    <w:p w:rsidR="00192718" w:rsidRPr="00192718" w:rsidRDefault="00192718" w:rsidP="00192718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19271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*District No.</w:t>
      </w:r>
      <w:r w:rsidRPr="00192718">
        <w:rPr>
          <w:rFonts w:ascii="Verdana" w:eastAsia="Times New Roman" w:hAnsi="Verdana" w:cs="Arial"/>
          <w:color w:val="000000"/>
          <w:sz w:val="24"/>
          <w:szCs w:val="24"/>
          <w:lang w:eastAsia="en-IE"/>
        </w:rPr>
        <w:t xml:space="preserve"> </w:t>
      </w:r>
    </w:p>
    <w:p w:rsidR="00192718" w:rsidRPr="00192718" w:rsidRDefault="00192718" w:rsidP="00192718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19271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........ Applicant</w:t>
      </w:r>
      <w:r w:rsidRPr="00192718">
        <w:rPr>
          <w:rFonts w:ascii="Verdana" w:eastAsia="Times New Roman" w:hAnsi="Verdana" w:cs="Arial"/>
          <w:color w:val="000000"/>
          <w:sz w:val="24"/>
          <w:szCs w:val="24"/>
          <w:lang w:eastAsia="en-IE"/>
        </w:rPr>
        <w:t xml:space="preserve"> </w:t>
      </w:r>
    </w:p>
    <w:p w:rsidR="00192718" w:rsidRPr="00192718" w:rsidRDefault="00192718" w:rsidP="00192718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19271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........ Respondent(s)</w:t>
      </w:r>
      <w:r w:rsidRPr="00192718">
        <w:rPr>
          <w:rFonts w:ascii="Verdana" w:eastAsia="Times New Roman" w:hAnsi="Verdana" w:cs="Arial"/>
          <w:color w:val="000000"/>
          <w:sz w:val="24"/>
          <w:szCs w:val="24"/>
          <w:lang w:eastAsia="en-IE"/>
        </w:rPr>
        <w:t xml:space="preserve"> </w:t>
      </w:r>
    </w:p>
    <w:p w:rsidR="00192718" w:rsidRPr="00192718" w:rsidRDefault="00192718" w:rsidP="00192718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19271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TAKE NOTICE that application will be made at the sitting of the District Court to be held at ....... on the ... day of </w:t>
      </w:r>
      <w:proofErr w:type="gramStart"/>
      <w:r w:rsidRPr="0019271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.....</w:t>
      </w:r>
      <w:proofErr w:type="gramEnd"/>
      <w:r w:rsidRPr="0019271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 </w:t>
      </w:r>
      <w:r w:rsidR="008F0F34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20</w:t>
      </w:r>
      <w:r w:rsidRPr="0019271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... at........a.m./p.m. under section 11B of the Act in respect of ....... born on ....... born on ........ child(</w:t>
      </w:r>
      <w:proofErr w:type="spellStart"/>
      <w:r w:rsidRPr="0019271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ren</w:t>
      </w:r>
      <w:proofErr w:type="spellEnd"/>
      <w:r w:rsidRPr="0019271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) residing at ....... by the above-named applicant of ....... in the court *(area </w:t>
      </w:r>
      <w:proofErr w:type="gramStart"/>
      <w:r w:rsidRPr="0019271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and)district</w:t>
      </w:r>
      <w:proofErr w:type="gramEnd"/>
      <w:r w:rsidRPr="0019271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 aforesaid,</w:t>
      </w:r>
      <w:r w:rsidRPr="00192718">
        <w:rPr>
          <w:rFonts w:ascii="Verdana" w:eastAsia="Times New Roman" w:hAnsi="Verdana" w:cs="Arial"/>
          <w:color w:val="000000"/>
          <w:sz w:val="24"/>
          <w:szCs w:val="24"/>
          <w:lang w:eastAsia="en-IE"/>
        </w:rPr>
        <w:t xml:space="preserve"> </w:t>
      </w:r>
    </w:p>
    <w:p w:rsidR="00192718" w:rsidRPr="00192718" w:rsidRDefault="00192718" w:rsidP="00192718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19271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*[being a relative of the said child(</w:t>
      </w:r>
      <w:proofErr w:type="spellStart"/>
      <w:r w:rsidRPr="0019271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ren</w:t>
      </w:r>
      <w:proofErr w:type="spellEnd"/>
      <w:r w:rsidRPr="0019271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)] </w:t>
      </w:r>
    </w:p>
    <w:p w:rsidR="00192718" w:rsidRPr="00192718" w:rsidRDefault="00192718" w:rsidP="00192718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19271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*[who has acted </w:t>
      </w:r>
      <w:r w:rsidRPr="00192718">
        <w:rPr>
          <w:rFonts w:ascii="Verdana" w:eastAsia="Times New Roman" w:hAnsi="Verdana" w:cs="Arial"/>
          <w:i/>
          <w:iCs/>
          <w:color w:val="000000"/>
          <w:sz w:val="20"/>
          <w:szCs w:val="20"/>
          <w:lang w:eastAsia="en-IE"/>
        </w:rPr>
        <w:t xml:space="preserve">in loco parentis </w:t>
      </w:r>
      <w:r w:rsidRPr="0019271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to the said child(</w:t>
      </w:r>
      <w:proofErr w:type="spellStart"/>
      <w:r w:rsidRPr="0019271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ren</w:t>
      </w:r>
      <w:proofErr w:type="spellEnd"/>
      <w:r w:rsidRPr="0019271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)]</w:t>
      </w:r>
      <w:r w:rsidRPr="00192718">
        <w:rPr>
          <w:rFonts w:ascii="Verdana" w:eastAsia="Times New Roman" w:hAnsi="Verdana" w:cs="Arial"/>
          <w:color w:val="000000"/>
          <w:sz w:val="24"/>
          <w:szCs w:val="24"/>
          <w:lang w:eastAsia="en-IE"/>
        </w:rPr>
        <w:t xml:space="preserve"> </w:t>
      </w:r>
    </w:p>
    <w:p w:rsidR="00192718" w:rsidRPr="00192718" w:rsidRDefault="00192718" w:rsidP="00192718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19271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and to whom section 11 of the Act does not apply, </w:t>
      </w:r>
    </w:p>
    <w:p w:rsidR="00192718" w:rsidRPr="00192718" w:rsidRDefault="00192718" w:rsidP="00192718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19271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for an order giving the applicant access to the said child(</w:t>
      </w:r>
      <w:proofErr w:type="spellStart"/>
      <w:r w:rsidRPr="0019271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ren</w:t>
      </w:r>
      <w:proofErr w:type="spellEnd"/>
      <w:r w:rsidRPr="0019271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). </w:t>
      </w:r>
    </w:p>
    <w:p w:rsidR="00192718" w:rsidRPr="00192718" w:rsidRDefault="00192718" w:rsidP="00192718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19271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Dated this ... day of </w:t>
      </w:r>
      <w:proofErr w:type="gramStart"/>
      <w:r w:rsidRPr="0019271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.....</w:t>
      </w:r>
      <w:proofErr w:type="gramEnd"/>
      <w:r w:rsidRPr="0019271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 </w:t>
      </w:r>
      <w:r w:rsidR="008F0F34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20</w:t>
      </w:r>
      <w:r w:rsidRPr="0019271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...</w:t>
      </w:r>
      <w:r w:rsidRPr="00192718">
        <w:rPr>
          <w:rFonts w:ascii="Verdana" w:eastAsia="Times New Roman" w:hAnsi="Verdana" w:cs="Arial"/>
          <w:color w:val="000000"/>
          <w:sz w:val="24"/>
          <w:szCs w:val="24"/>
          <w:lang w:eastAsia="en-IE"/>
        </w:rPr>
        <w:t xml:space="preserve"> </w:t>
      </w:r>
    </w:p>
    <w:p w:rsidR="00192718" w:rsidRPr="00192718" w:rsidRDefault="00192718" w:rsidP="00192718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19271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Signed ............</w:t>
      </w:r>
      <w:r w:rsidRPr="00192718">
        <w:rPr>
          <w:rFonts w:ascii="Verdana" w:eastAsia="Times New Roman" w:hAnsi="Verdana" w:cs="Arial"/>
          <w:color w:val="000000"/>
          <w:sz w:val="24"/>
          <w:szCs w:val="24"/>
          <w:lang w:eastAsia="en-IE"/>
        </w:rPr>
        <w:t xml:space="preserve"> </w:t>
      </w:r>
    </w:p>
    <w:p w:rsidR="00192718" w:rsidRPr="00192718" w:rsidRDefault="00192718" w:rsidP="00192718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19271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Applicant/Solicitor for the Applicant </w:t>
      </w:r>
    </w:p>
    <w:p w:rsidR="00192718" w:rsidRPr="00192718" w:rsidRDefault="00192718" w:rsidP="00192718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19271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To</w:t>
      </w:r>
      <w:r w:rsidRPr="00192718">
        <w:rPr>
          <w:rFonts w:ascii="Verdana" w:eastAsia="Times New Roman" w:hAnsi="Verdana" w:cs="Arial"/>
          <w:color w:val="000000"/>
          <w:sz w:val="24"/>
          <w:szCs w:val="24"/>
          <w:lang w:eastAsia="en-IE"/>
        </w:rPr>
        <w:t xml:space="preserve"> </w:t>
      </w:r>
    </w:p>
    <w:p w:rsidR="00192718" w:rsidRPr="00192718" w:rsidRDefault="00192718" w:rsidP="00192718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19271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of </w:t>
      </w:r>
    </w:p>
    <w:p w:rsidR="00192718" w:rsidRPr="00192718" w:rsidRDefault="00192718" w:rsidP="00192718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19271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>To</w:t>
      </w:r>
      <w:r w:rsidRPr="00192718">
        <w:rPr>
          <w:rFonts w:ascii="Verdana" w:eastAsia="Times New Roman" w:hAnsi="Verdana" w:cs="Arial"/>
          <w:color w:val="000000"/>
          <w:sz w:val="24"/>
          <w:szCs w:val="24"/>
          <w:lang w:eastAsia="en-IE"/>
        </w:rPr>
        <w:t xml:space="preserve"> </w:t>
      </w:r>
    </w:p>
    <w:p w:rsidR="00192718" w:rsidRPr="00192718" w:rsidRDefault="00192718" w:rsidP="00192718">
      <w:pPr>
        <w:spacing w:before="100" w:beforeAutospacing="1" w:after="100" w:afterAutospacing="1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IE"/>
        </w:rPr>
      </w:pPr>
      <w:r w:rsidRPr="00192718">
        <w:rPr>
          <w:rFonts w:ascii="Verdana" w:eastAsia="Times New Roman" w:hAnsi="Verdana" w:cs="Arial"/>
          <w:color w:val="000000"/>
          <w:sz w:val="20"/>
          <w:szCs w:val="20"/>
          <w:lang w:eastAsia="en-IE"/>
        </w:rPr>
        <w:t xml:space="preserve">of </w:t>
      </w:r>
    </w:p>
    <w:p w:rsidR="00FF5C41" w:rsidRPr="00192718" w:rsidRDefault="00192718" w:rsidP="00192718">
      <w:pPr>
        <w:rPr>
          <w:rFonts w:ascii="Verdana" w:hAnsi="Verdana"/>
        </w:rPr>
      </w:pPr>
      <w:r w:rsidRPr="00192718">
        <w:rPr>
          <w:rFonts w:ascii="Verdana" w:eastAsia="Times New Roman" w:hAnsi="Verdana" w:cs="Arial"/>
          <w:i/>
          <w:iCs/>
          <w:color w:val="000000"/>
          <w:sz w:val="15"/>
          <w:szCs w:val="15"/>
          <w:lang w:eastAsia="en-IE"/>
        </w:rPr>
        <w:lastRenderedPageBreak/>
        <w:t>*Delete inapplicable words</w:t>
      </w:r>
    </w:p>
    <w:sectPr w:rsidR="00FF5C41" w:rsidRPr="001927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18"/>
    <w:rsid w:val="00192718"/>
    <w:rsid w:val="008F0F34"/>
    <w:rsid w:val="00E04A39"/>
    <w:rsid w:val="00FF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7094F5-7CFB-4A36-8F12-989B585BC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2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6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F60FBC62</Template>
  <TotalTime>1</TotalTime>
  <Pages>2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Fergal Redmond</dc:creator>
  <cp:keywords/>
  <dc:description/>
  <cp:lastModifiedBy>Niamh Kearns</cp:lastModifiedBy>
  <cp:revision>3</cp:revision>
  <dcterms:created xsi:type="dcterms:W3CDTF">2019-10-23T09:32:00Z</dcterms:created>
  <dcterms:modified xsi:type="dcterms:W3CDTF">2019-11-13T16:20:00Z</dcterms:modified>
</cp:coreProperties>
</file>