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91364D" w:rsidRPr="0091364D" w:rsidTr="0091364D">
        <w:trPr>
          <w:trHeight w:val="10500"/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91364D" w:rsidRPr="0091364D" w:rsidTr="0091364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3B0EA4" w:rsidRDefault="003B0EA4" w:rsidP="00DE5F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Verdana" w:hAnsi="Verdana" w:cs="Verdan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color w:val="000000"/>
                      <w:sz w:val="20"/>
                      <w:szCs w:val="20"/>
                    </w:rPr>
                    <w:t>District Court - Schedule C - Forms in civil proceedings</w:t>
                  </w:r>
                </w:p>
                <w:p w:rsidR="003B0EA4" w:rsidRDefault="003B0EA4" w:rsidP="0091364D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</w:pPr>
                </w:p>
                <w:p w:rsidR="0091364D" w:rsidRPr="0091364D" w:rsidRDefault="0091364D" w:rsidP="009136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S.I. No. 125 of 1999</w:t>
                  </w:r>
                </w:p>
                <w:p w:rsidR="0091364D" w:rsidRPr="0091364D" w:rsidRDefault="0091364D" w:rsidP="0091364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91364D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t>SCHEDULE C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91364D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t xml:space="preserve">0.58,r.6 </w:t>
                  </w:r>
                </w:p>
                <w:p w:rsidR="0091364D" w:rsidRPr="00DE5FFB" w:rsidRDefault="0091364D" w:rsidP="0091364D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bookmarkStart w:id="0" w:name="_GoBack"/>
                  <w:r w:rsidRPr="00DE5FF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DE5FF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An Chúirt Dúiche</w:t>
                  </w:r>
                  <w:r w:rsidRPr="00DE5FF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DE5FFB" w:rsidRDefault="0091364D" w:rsidP="009136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E5FF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The District Court </w:t>
                  </w:r>
                </w:p>
                <w:p w:rsidR="0091364D" w:rsidRPr="00DE5FFB" w:rsidRDefault="0091364D" w:rsidP="009136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E5FFB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en-IE"/>
                    </w:rPr>
                    <w:t>No. 58.21</w:t>
                  </w:r>
                  <w:r w:rsidRPr="00DE5FF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DE5FFB" w:rsidRDefault="0091364D" w:rsidP="009136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E5FF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Guardianship of Children Acts, 1964 to 1997 section 12 </w:t>
                  </w:r>
                </w:p>
                <w:p w:rsidR="0091364D" w:rsidRPr="00DE5FFB" w:rsidRDefault="0091364D" w:rsidP="0091364D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E5FFB">
                    <w:rPr>
                      <w:rFonts w:ascii="Verdana" w:eastAsia="Times New Roman" w:hAnsi="Verdana" w:cs="Arial"/>
                      <w:bCs/>
                      <w:color w:val="000000"/>
                      <w:sz w:val="20"/>
                      <w:szCs w:val="20"/>
                      <w:lang w:eastAsia="en-IE"/>
                    </w:rPr>
                    <w:t xml:space="preserve">Notice of application to vary/discharge order </w:t>
                  </w:r>
                </w:p>
                <w:p w:rsidR="0091364D" w:rsidRPr="00DE5FFB" w:rsidRDefault="0091364D" w:rsidP="0091364D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E5FF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DE5FF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*Dublin Metropolitan District</w:t>
                  </w:r>
                  <w:r w:rsidRPr="00DE5FFB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bookmarkEnd w:id="0"/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*District Court Area of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*District No.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....... Applicant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....... Respondent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TAKE NOTICE that the above-named applicant of ....... in court *(area and) district aforesaid, a *(guardian) *(the father of and not being a guardian of ....... born on ....... born on ..... child(ren) residing at .........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WILL APPLY at the sitting of the District Court to be held at ...... on the ... day of ..... 19... at .... a.m./p.m. for an order under section 12 of the Act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*(discharging the order of the Court herein dated the ... day of ...... </w:t>
                  </w:r>
                  <w:r w:rsidR="003B0EA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20</w:t>
                  </w: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..., entitled ......... and made under section ..... of the Act).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*(varying the order of the Court herein dated the ... day of ...... </w:t>
                  </w:r>
                  <w:r w:rsidR="003B0EA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20</w:t>
                  </w: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..., entitled .......... and made under section ...... of the Act).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*(varying the order of the Court herein dated the ... day of ..... </w:t>
                  </w:r>
                  <w:r w:rsidR="003B0EA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20</w:t>
                  </w: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..., entitled ......... and made under section ..... of the Act, as follows—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).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Dated this ... day of ..... </w:t>
                  </w:r>
                  <w:r w:rsidR="003B0EA4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20</w:t>
                  </w: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...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Signed ..............</w:t>
                  </w:r>
                  <w:r w:rsidRPr="0091364D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Applicant/Solicitor for the Applicant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To </w:t>
                  </w:r>
                </w:p>
                <w:p w:rsidR="0091364D" w:rsidRPr="0091364D" w:rsidRDefault="0091364D" w:rsidP="0091364D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lastRenderedPageBreak/>
                    <w:t xml:space="preserve">of </w:t>
                  </w:r>
                </w:p>
                <w:p w:rsidR="0091364D" w:rsidRPr="0091364D" w:rsidRDefault="0091364D" w:rsidP="0091364D">
                  <w:pPr>
                    <w:spacing w:before="100" w:beforeAutospacing="1" w:after="24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91364D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t>*Delete inapplicable words</w:t>
                  </w:r>
                </w:p>
              </w:tc>
            </w:tr>
          </w:tbl>
          <w:p w:rsidR="0091364D" w:rsidRPr="0091364D" w:rsidRDefault="0091364D" w:rsidP="009136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E"/>
              </w:rPr>
            </w:pPr>
          </w:p>
        </w:tc>
      </w:tr>
    </w:tbl>
    <w:p w:rsidR="00D84441" w:rsidRPr="0091364D" w:rsidRDefault="00D84441" w:rsidP="0091364D"/>
    <w:sectPr w:rsidR="00D84441" w:rsidRPr="009136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4D"/>
    <w:rsid w:val="003B0EA4"/>
    <w:rsid w:val="0091364D"/>
    <w:rsid w:val="00D84441"/>
    <w:rsid w:val="00DE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0248E6-3A9E-49B2-AF41-38E380E19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6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C89D1D7B</Template>
  <TotalTime>1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Niamh Kearns</cp:lastModifiedBy>
  <cp:revision>3</cp:revision>
  <dcterms:created xsi:type="dcterms:W3CDTF">2019-10-23T09:37:00Z</dcterms:created>
  <dcterms:modified xsi:type="dcterms:W3CDTF">2019-11-13T16:26:00Z</dcterms:modified>
</cp:coreProperties>
</file>