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E55853" w:rsidRPr="00E55853" w:rsidTr="00E55853">
        <w:trPr>
          <w:trHeight w:val="10500"/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E55853" w:rsidRPr="00E55853" w:rsidTr="00E55853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A3B6D" w:rsidRDefault="003A3B6D" w:rsidP="003A0FFE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District Court - Schedule C - Forms in civil proceedings</w:t>
                  </w:r>
                </w:p>
                <w:p w:rsidR="00E55853" w:rsidRPr="00E55853" w:rsidRDefault="00E55853" w:rsidP="003A0FF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S.I. No. 17 of 2014</w:t>
                  </w:r>
                </w:p>
                <w:p w:rsidR="00E55853" w:rsidRPr="00E55853" w:rsidRDefault="00E55853" w:rsidP="00E5585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="003A0FFE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No. </w:t>
                  </w:r>
                  <w:bookmarkStart w:id="0" w:name="_GoBack"/>
                  <w:bookmarkEnd w:id="0"/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53A.01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Small Claims Procedure: Application to Small Claims Registrar</w:t>
                  </w:r>
                </w:p>
                <w:p w:rsidR="00E55853" w:rsidRPr="00E55853" w:rsidRDefault="00E55853" w:rsidP="00E55853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E55853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t>Schedule C</w:t>
                  </w:r>
                  <w:r w:rsidRPr="00E55853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br/>
                    <w:t>Order 53A r. 3</w:t>
                  </w:r>
                </w:p>
                <w:p w:rsidR="00E55853" w:rsidRPr="00E55853" w:rsidRDefault="00E55853" w:rsidP="00E5585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AN CHÚIRT DÚICHE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THE DISTRICT COURT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Dublin Metropolitan District/District Court Area of ........ District No. ........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District Court Small Claims Procedure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APPLICATION TO SMALL CLAIMS REGISTRAR</w:t>
                  </w:r>
                </w:p>
                <w:p w:rsidR="00E55853" w:rsidRPr="00E55853" w:rsidRDefault="00E55853" w:rsidP="00E55853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CLAIMANT: Name and address of person making the claim ........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RESPONDENT: Name and address of person against whom the claim is made ........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If you do not identify the correct legal name of the respondent, your claim cannot be enforced.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CLAIM: Set out the particulars of the claim .........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I hereby apply to have the above claim processed through the Small Claims Procedure in accordance with the provisions of the District Court Rules.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Dated this ...... day of ........ 20...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Signature of the person making the claim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To the Small Claims Registrar,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District Court Office, at ........ </w:t>
                  </w:r>
                </w:p>
                <w:p w:rsidR="00E55853" w:rsidRPr="00E55853" w:rsidRDefault="00E55853" w:rsidP="00E55853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E55853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Note: This application must be accompanied by the appropriate fee.</w:t>
                  </w:r>
                  <w:r w:rsidRPr="00E55853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</w:tc>
            </w:tr>
          </w:tbl>
          <w:p w:rsidR="00E55853" w:rsidRPr="00E55853" w:rsidRDefault="00E55853" w:rsidP="00E558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E"/>
              </w:rPr>
            </w:pPr>
          </w:p>
        </w:tc>
      </w:tr>
    </w:tbl>
    <w:p w:rsidR="00A23EDD" w:rsidRDefault="00A23EDD"/>
    <w:sectPr w:rsidR="00A23E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853"/>
    <w:rsid w:val="003A0FFE"/>
    <w:rsid w:val="003A3B6D"/>
    <w:rsid w:val="00A23EDD"/>
    <w:rsid w:val="00E5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BCDD"/>
  <w15:chartTrackingRefBased/>
  <w15:docId w15:val="{DFA0439A-59B2-4177-A152-CF88D5892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C5A7A736</Template>
  <TotalTime>2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Niamh Kearns</cp:lastModifiedBy>
  <cp:revision>3</cp:revision>
  <dcterms:created xsi:type="dcterms:W3CDTF">2019-10-22T14:44:00Z</dcterms:created>
  <dcterms:modified xsi:type="dcterms:W3CDTF">2019-11-13T16:01:00Z</dcterms:modified>
</cp:coreProperties>
</file>